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FBB4" w14:textId="0150DA69" w:rsidR="00A756D0" w:rsidRPr="005E03C7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C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5152F" w:rsidRPr="005E03C7">
        <w:rPr>
          <w:rFonts w:asciiTheme="majorHAnsi" w:eastAsia="Times New Roman" w:hAnsiTheme="majorHAnsi" w:cs="Times New Roman"/>
          <w:lang w:eastAsia="cs-CZ"/>
        </w:rPr>
        <w:t>5</w:t>
      </w:r>
      <w:r w:rsidR="00C15FD9">
        <w:rPr>
          <w:rFonts w:asciiTheme="majorHAnsi" w:eastAsia="Times New Roman" w:hAnsiTheme="majorHAnsi" w:cs="Times New Roman"/>
          <w:lang w:eastAsia="cs-CZ"/>
        </w:rPr>
        <w:t>c</w:t>
      </w:r>
      <w:r w:rsidR="00535F91">
        <w:rPr>
          <w:rFonts w:asciiTheme="majorHAnsi" w:eastAsia="Times New Roman" w:hAnsiTheme="majorHAnsi" w:cs="Times New Roman"/>
          <w:lang w:eastAsia="cs-CZ"/>
        </w:rPr>
        <w:t>)</w:t>
      </w:r>
      <w:r w:rsidR="00A756D0" w:rsidRPr="005E03C7">
        <w:rPr>
          <w:rFonts w:asciiTheme="majorHAnsi" w:eastAsia="Times New Roman" w:hAnsiTheme="majorHAnsi" w:cs="Times New Roman"/>
          <w:lang w:eastAsia="cs-CZ"/>
        </w:rPr>
        <w:t xml:space="preserve"> </w:t>
      </w:r>
      <w:r w:rsidR="00090454" w:rsidRPr="005E03C7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684108BF" w14:textId="76307254" w:rsidR="000E63D6" w:rsidRDefault="00535F9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Ceník pro I</w:t>
      </w:r>
      <w:r w:rsidR="00C15FD9"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I</w:t>
      </w:r>
      <w:r w:rsidR="00BF3F23"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I</w:t>
      </w: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. část veřejné zakázky</w:t>
      </w:r>
    </w:p>
    <w:p w14:paraId="50E97740" w14:textId="2A2B8967" w:rsidR="009F772C" w:rsidRPr="00C15FD9" w:rsidRDefault="00367EAA" w:rsidP="00C15FD9">
      <w:pPr>
        <w:pStyle w:val="Odstavecseseznamem"/>
        <w:numPr>
          <w:ilvl w:val="0"/>
          <w:numId w:val="43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lang w:eastAsia="cs-CZ"/>
        </w:rPr>
      </w:pPr>
      <w:r w:rsidRPr="00C15FD9">
        <w:rPr>
          <w:b/>
        </w:rPr>
        <w:t>Testovací přípravky funkce STOP 2021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818"/>
        <w:gridCol w:w="1818"/>
        <w:gridCol w:w="1818"/>
        <w:gridCol w:w="1818"/>
        <w:gridCol w:w="1818"/>
        <w:gridCol w:w="1818"/>
      </w:tblGrid>
      <w:tr w:rsidR="00BF3F23" w14:paraId="776786CE" w14:textId="75D58F44" w:rsidTr="00C15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90C44E" w14:textId="7A0520FD" w:rsidR="00095E9E" w:rsidRPr="00095E9E" w:rsidRDefault="00095E9E" w:rsidP="00367EAA">
            <w:pPr>
              <w:spacing w:before="120"/>
              <w:jc w:val="center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Předmět </w:t>
            </w:r>
            <w:r w:rsidR="00367EA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koupě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C7A9F2" w14:textId="3F5EC4FD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F78F0" w14:textId="0ECBDDBC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F68BB" w14:textId="4C9AAE42" w:rsidR="00095E9E" w:rsidRPr="00095E9E" w:rsidRDefault="00095E9E" w:rsidP="00670FC5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670FC5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ks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včetně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183BC" w14:textId="26CD4F49" w:rsidR="00095E9E" w:rsidRPr="00095E9E" w:rsidRDefault="00095E9E" w:rsidP="0005735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 k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s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="009F772C"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A8E66A" w14:textId="796CF627" w:rsidR="00095E9E" w:rsidRPr="00095E9E" w:rsidRDefault="00095E9E" w:rsidP="00095E9E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60F14" w14:textId="2E73BC31" w:rsidR="00095E9E" w:rsidRDefault="00095E9E" w:rsidP="0005735A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včetně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</w:tr>
      <w:tr w:rsidR="00095E9E" w14:paraId="45A80282" w14:textId="40DD30FB" w:rsidTr="00C1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7FED" w14:textId="38A0FA62" w:rsidR="00095E9E" w:rsidRDefault="00C15FD9" w:rsidP="009F772C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C15FD9">
              <w:rPr>
                <w:bCs/>
                <w:iCs/>
                <w:sz w:val="16"/>
                <w:szCs w:val="16"/>
              </w:rPr>
              <w:t>TESTOVACÍ PŘÍPRAVEK STOP-TRS pro radiostanice RADOM FXM20 a T-CZ VS67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5F5" w14:textId="6A624136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="000E2248"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35780F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30DC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EFA48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76F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2C9F9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1576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96E405C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36F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9B579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B0CD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0ACE84D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</w:tr>
      <w:tr w:rsidR="009F772C" w14:paraId="1CF04219" w14:textId="77777777" w:rsidTr="00C1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0FDFD7" w14:textId="153CABF3" w:rsidR="009F772C" w:rsidRPr="009F772C" w:rsidRDefault="009F772C" w:rsidP="00BF3F23">
            <w:pPr>
              <w:spacing w:before="120" w:after="120"/>
              <w:outlineLvl w:val="1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F83DFF">
              <w:rPr>
                <w:rFonts w:cs="Arial"/>
                <w:b/>
                <w:bCs/>
                <w:iCs/>
                <w:sz w:val="16"/>
                <w:szCs w:val="16"/>
              </w:rPr>
              <w:t>Celková Cena</w:t>
            </w:r>
            <w:r w:rsidR="00C90E90">
              <w:rPr>
                <w:rFonts w:cs="Arial"/>
                <w:b/>
                <w:bCs/>
                <w:iCs/>
                <w:sz w:val="16"/>
                <w:szCs w:val="16"/>
              </w:rPr>
              <w:t xml:space="preserve"> za předmět koupě, tj. 15 ks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12CE" w14:textId="3C726D4A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</w:t>
            </w:r>
            <w:r w:rsidR="00C90E90"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RODÁVAJÍCÍ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B0B141F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6F3E" w14:textId="77777777" w:rsidR="00C90E90" w:rsidRPr="00390605" w:rsidRDefault="00C90E90" w:rsidP="00C90E9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30FBB02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CBC0" w14:textId="77777777" w:rsidR="00C90E90" w:rsidRPr="00390605" w:rsidRDefault="00C90E90" w:rsidP="00C90E9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D861C15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</w:tr>
    </w:tbl>
    <w:p w14:paraId="452F47E4" w14:textId="3DE4B6D4" w:rsidR="009F392E" w:rsidRPr="006177DB" w:rsidRDefault="009F392E" w:rsidP="0005735A">
      <w:pPr>
        <w:spacing w:before="120" w:line="240" w:lineRule="auto"/>
        <w:jc w:val="both"/>
        <w:rPr>
          <w:highlight w:val="yellow"/>
        </w:rPr>
      </w:pPr>
      <w:bookmarkStart w:id="0" w:name="_GoBack"/>
      <w:bookmarkEnd w:id="0"/>
    </w:p>
    <w:sectPr w:rsidR="009F392E" w:rsidRPr="006177DB" w:rsidSect="00F83D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E3586" w14:textId="77777777" w:rsidR="009B1940" w:rsidRDefault="009B1940" w:rsidP="00962258">
      <w:pPr>
        <w:spacing w:after="0" w:line="240" w:lineRule="auto"/>
      </w:pPr>
      <w:r>
        <w:separator/>
      </w:r>
    </w:p>
  </w:endnote>
  <w:endnote w:type="continuationSeparator" w:id="0">
    <w:p w14:paraId="5052A451" w14:textId="77777777" w:rsidR="009B1940" w:rsidRDefault="009B19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51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781AEB" w14:textId="46812C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D566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D88D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BE15A9" w14:textId="77777777" w:rsidR="00F1715C" w:rsidRDefault="00F1715C" w:rsidP="00D831A3">
          <w:pPr>
            <w:pStyle w:val="Zpat"/>
          </w:pPr>
        </w:p>
      </w:tc>
    </w:tr>
  </w:tbl>
  <w:p w14:paraId="43D011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412A5" wp14:editId="78BC2C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FCFA3D" wp14:editId="3518D5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B42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CDDF6" w14:textId="2D646B0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5F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5F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C084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6E734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E783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B37A8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A70A8D1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F094BF8" w14:textId="77777777" w:rsidR="00F1715C" w:rsidRDefault="00F1715C" w:rsidP="00460660">
          <w:pPr>
            <w:pStyle w:val="Zpat"/>
          </w:pPr>
        </w:p>
      </w:tc>
    </w:tr>
  </w:tbl>
  <w:p w14:paraId="2559807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D11B03" wp14:editId="6D060E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7061E6" wp14:editId="1E6864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A18F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D3882" w14:textId="77777777" w:rsidR="009B1940" w:rsidRDefault="009B1940" w:rsidP="00962258">
      <w:pPr>
        <w:spacing w:after="0" w:line="240" w:lineRule="auto"/>
      </w:pPr>
      <w:r>
        <w:separator/>
      </w:r>
    </w:p>
  </w:footnote>
  <w:footnote w:type="continuationSeparator" w:id="0">
    <w:p w14:paraId="42E05929" w14:textId="77777777" w:rsidR="009B1940" w:rsidRDefault="009B19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310C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765D0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ADC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E2012" w14:textId="77777777" w:rsidR="00F1715C" w:rsidRPr="00D6163D" w:rsidRDefault="00F1715C" w:rsidP="00D6163D">
          <w:pPr>
            <w:pStyle w:val="Druhdokumentu"/>
          </w:pPr>
        </w:p>
      </w:tc>
    </w:tr>
  </w:tbl>
  <w:p w14:paraId="39B4EE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418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854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CA7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293C89" w14:textId="77777777" w:rsidR="00F1715C" w:rsidRPr="00D6163D" w:rsidRDefault="00F1715C" w:rsidP="00FC6389">
          <w:pPr>
            <w:pStyle w:val="Druhdokumentu"/>
          </w:pPr>
        </w:p>
      </w:tc>
    </w:tr>
    <w:tr w:rsidR="009F392E" w14:paraId="58A504C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1AB09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567D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9DC53F" w14:textId="77777777" w:rsidR="009F392E" w:rsidRPr="00D6163D" w:rsidRDefault="009F392E" w:rsidP="00FC6389">
          <w:pPr>
            <w:pStyle w:val="Druhdokumentu"/>
          </w:pPr>
        </w:p>
      </w:tc>
    </w:tr>
  </w:tbl>
  <w:p w14:paraId="4DB5797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CAD7D9" wp14:editId="44C74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00EFD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A2442"/>
    <w:multiLevelType w:val="hybridMultilevel"/>
    <w:tmpl w:val="C8700C14"/>
    <w:lvl w:ilvl="0" w:tplc="F2B6A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95CF6"/>
    <w:multiLevelType w:val="hybridMultilevel"/>
    <w:tmpl w:val="1F24248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184"/>
    <w:multiLevelType w:val="hybridMultilevel"/>
    <w:tmpl w:val="910AC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880756"/>
    <w:multiLevelType w:val="hybridMultilevel"/>
    <w:tmpl w:val="27C660D2"/>
    <w:lvl w:ilvl="0" w:tplc="2A0C8C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C04608"/>
    <w:multiLevelType w:val="hybridMultilevel"/>
    <w:tmpl w:val="4DAE9D06"/>
    <w:lvl w:ilvl="0" w:tplc="5EA201FA">
      <w:start w:val="2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21D83"/>
    <w:multiLevelType w:val="hybridMultilevel"/>
    <w:tmpl w:val="E0FE0BD8"/>
    <w:lvl w:ilvl="0" w:tplc="D304FFAA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FF30915"/>
    <w:multiLevelType w:val="hybridMultilevel"/>
    <w:tmpl w:val="F288F306"/>
    <w:lvl w:ilvl="0" w:tplc="0AA24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8" w15:restartNumberingAfterBreak="0">
    <w:nsid w:val="7D613831"/>
    <w:multiLevelType w:val="hybridMultilevel"/>
    <w:tmpl w:val="7FDA5F5E"/>
    <w:lvl w:ilvl="0" w:tplc="74D0AA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6"/>
  </w:num>
  <w:num w:numId="17">
    <w:abstractNumId w:val="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6"/>
  </w:num>
  <w:num w:numId="29">
    <w:abstractNumId w:val="5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17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3"/>
  </w:num>
  <w:num w:numId="37">
    <w:abstractNumId w:val="9"/>
  </w:num>
  <w:num w:numId="38">
    <w:abstractNumId w:val="15"/>
  </w:num>
  <w:num w:numId="39">
    <w:abstractNumId w:val="18"/>
  </w:num>
  <w:num w:numId="40">
    <w:abstractNumId w:val="1"/>
  </w:num>
  <w:num w:numId="41">
    <w:abstractNumId w:val="4"/>
  </w:num>
  <w:num w:numId="42">
    <w:abstractNumId w:val="12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5735A"/>
    <w:rsid w:val="00072C1E"/>
    <w:rsid w:val="00090454"/>
    <w:rsid w:val="00095E9E"/>
    <w:rsid w:val="000A4744"/>
    <w:rsid w:val="000C3C21"/>
    <w:rsid w:val="000C53E9"/>
    <w:rsid w:val="000E2248"/>
    <w:rsid w:val="000E23A7"/>
    <w:rsid w:val="000E4423"/>
    <w:rsid w:val="000E44B6"/>
    <w:rsid w:val="000E63D6"/>
    <w:rsid w:val="000F1450"/>
    <w:rsid w:val="0010693F"/>
    <w:rsid w:val="00114472"/>
    <w:rsid w:val="001369E4"/>
    <w:rsid w:val="001550BC"/>
    <w:rsid w:val="001605B9"/>
    <w:rsid w:val="00170EC5"/>
    <w:rsid w:val="001747C1"/>
    <w:rsid w:val="00181AE4"/>
    <w:rsid w:val="00184743"/>
    <w:rsid w:val="001C01C8"/>
    <w:rsid w:val="00207DF5"/>
    <w:rsid w:val="002456A1"/>
    <w:rsid w:val="00280E07"/>
    <w:rsid w:val="002A55F2"/>
    <w:rsid w:val="002C31BF"/>
    <w:rsid w:val="002C3AB3"/>
    <w:rsid w:val="002D08B1"/>
    <w:rsid w:val="002E0CD7"/>
    <w:rsid w:val="002E54F9"/>
    <w:rsid w:val="00336BEC"/>
    <w:rsid w:val="00341DCF"/>
    <w:rsid w:val="00346133"/>
    <w:rsid w:val="00357BC6"/>
    <w:rsid w:val="00367EAA"/>
    <w:rsid w:val="00390605"/>
    <w:rsid w:val="003956C6"/>
    <w:rsid w:val="003B17C3"/>
    <w:rsid w:val="003B71C1"/>
    <w:rsid w:val="003F2FD1"/>
    <w:rsid w:val="0041655B"/>
    <w:rsid w:val="00441430"/>
    <w:rsid w:val="00450CD9"/>
    <w:rsid w:val="00450F07"/>
    <w:rsid w:val="00453CD3"/>
    <w:rsid w:val="00460660"/>
    <w:rsid w:val="00463F74"/>
    <w:rsid w:val="00486107"/>
    <w:rsid w:val="0049120B"/>
    <w:rsid w:val="00491827"/>
    <w:rsid w:val="004A2715"/>
    <w:rsid w:val="004A7864"/>
    <w:rsid w:val="004A79AC"/>
    <w:rsid w:val="004B348C"/>
    <w:rsid w:val="004C281B"/>
    <w:rsid w:val="004C4399"/>
    <w:rsid w:val="004C787C"/>
    <w:rsid w:val="004D1523"/>
    <w:rsid w:val="004E143C"/>
    <w:rsid w:val="004E3A53"/>
    <w:rsid w:val="004E6CDE"/>
    <w:rsid w:val="004F20BC"/>
    <w:rsid w:val="004F4B9B"/>
    <w:rsid w:val="004F69EA"/>
    <w:rsid w:val="00511AB9"/>
    <w:rsid w:val="00523EA7"/>
    <w:rsid w:val="005248DA"/>
    <w:rsid w:val="00535F91"/>
    <w:rsid w:val="00553375"/>
    <w:rsid w:val="00557C28"/>
    <w:rsid w:val="00561F02"/>
    <w:rsid w:val="005736B7"/>
    <w:rsid w:val="00575E5A"/>
    <w:rsid w:val="00585EBC"/>
    <w:rsid w:val="00594CC9"/>
    <w:rsid w:val="005E03C7"/>
    <w:rsid w:val="005F1404"/>
    <w:rsid w:val="0061068E"/>
    <w:rsid w:val="006177DB"/>
    <w:rsid w:val="0065152F"/>
    <w:rsid w:val="00657206"/>
    <w:rsid w:val="00660AD3"/>
    <w:rsid w:val="00670FC5"/>
    <w:rsid w:val="00677B7F"/>
    <w:rsid w:val="006A5570"/>
    <w:rsid w:val="006A689C"/>
    <w:rsid w:val="006B3D79"/>
    <w:rsid w:val="006C7FCD"/>
    <w:rsid w:val="006D7AFE"/>
    <w:rsid w:val="006E0578"/>
    <w:rsid w:val="006E314D"/>
    <w:rsid w:val="00710723"/>
    <w:rsid w:val="00714A8F"/>
    <w:rsid w:val="00716B0F"/>
    <w:rsid w:val="00723ED1"/>
    <w:rsid w:val="007347C5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1638"/>
    <w:rsid w:val="008D03B9"/>
    <w:rsid w:val="008F18D6"/>
    <w:rsid w:val="00904780"/>
    <w:rsid w:val="00915883"/>
    <w:rsid w:val="009205B1"/>
    <w:rsid w:val="00922385"/>
    <w:rsid w:val="009223DF"/>
    <w:rsid w:val="00923DE9"/>
    <w:rsid w:val="00936091"/>
    <w:rsid w:val="00940D8A"/>
    <w:rsid w:val="00952784"/>
    <w:rsid w:val="00962258"/>
    <w:rsid w:val="009678B7"/>
    <w:rsid w:val="00971A79"/>
    <w:rsid w:val="009833E1"/>
    <w:rsid w:val="00992D9C"/>
    <w:rsid w:val="00996CB8"/>
    <w:rsid w:val="009B14A9"/>
    <w:rsid w:val="009B1940"/>
    <w:rsid w:val="009B2E97"/>
    <w:rsid w:val="009C7C87"/>
    <w:rsid w:val="009E07F4"/>
    <w:rsid w:val="009E567A"/>
    <w:rsid w:val="009F392E"/>
    <w:rsid w:val="009F772C"/>
    <w:rsid w:val="00A00D54"/>
    <w:rsid w:val="00A57B7F"/>
    <w:rsid w:val="00A6177B"/>
    <w:rsid w:val="00A6224F"/>
    <w:rsid w:val="00A638ED"/>
    <w:rsid w:val="00A66136"/>
    <w:rsid w:val="00A756D0"/>
    <w:rsid w:val="00AA4CBB"/>
    <w:rsid w:val="00AA65FA"/>
    <w:rsid w:val="00AA7351"/>
    <w:rsid w:val="00AB7DFB"/>
    <w:rsid w:val="00AD056F"/>
    <w:rsid w:val="00AD6731"/>
    <w:rsid w:val="00AF7FBC"/>
    <w:rsid w:val="00B01A74"/>
    <w:rsid w:val="00B106BB"/>
    <w:rsid w:val="00B11ED3"/>
    <w:rsid w:val="00B15D0D"/>
    <w:rsid w:val="00B57516"/>
    <w:rsid w:val="00B64285"/>
    <w:rsid w:val="00B6547F"/>
    <w:rsid w:val="00B75EE1"/>
    <w:rsid w:val="00B77481"/>
    <w:rsid w:val="00B8518B"/>
    <w:rsid w:val="00BD7E91"/>
    <w:rsid w:val="00BF3F23"/>
    <w:rsid w:val="00C02D0A"/>
    <w:rsid w:val="00C03A6E"/>
    <w:rsid w:val="00C15FD9"/>
    <w:rsid w:val="00C44F6A"/>
    <w:rsid w:val="00C47AE3"/>
    <w:rsid w:val="00C74EFE"/>
    <w:rsid w:val="00C90E90"/>
    <w:rsid w:val="00CB50FF"/>
    <w:rsid w:val="00CD1FC4"/>
    <w:rsid w:val="00CF5E26"/>
    <w:rsid w:val="00D21061"/>
    <w:rsid w:val="00D31BAC"/>
    <w:rsid w:val="00D4108E"/>
    <w:rsid w:val="00D46ED4"/>
    <w:rsid w:val="00D6163D"/>
    <w:rsid w:val="00D73D46"/>
    <w:rsid w:val="00D831A3"/>
    <w:rsid w:val="00DB0A32"/>
    <w:rsid w:val="00DC75F3"/>
    <w:rsid w:val="00DD46F3"/>
    <w:rsid w:val="00DE56F2"/>
    <w:rsid w:val="00DF116D"/>
    <w:rsid w:val="00DF14E6"/>
    <w:rsid w:val="00E1333E"/>
    <w:rsid w:val="00E36C4A"/>
    <w:rsid w:val="00E81887"/>
    <w:rsid w:val="00EB104F"/>
    <w:rsid w:val="00ED14BD"/>
    <w:rsid w:val="00EF3BFB"/>
    <w:rsid w:val="00EF6356"/>
    <w:rsid w:val="00EF7AB3"/>
    <w:rsid w:val="00F0533E"/>
    <w:rsid w:val="00F1048D"/>
    <w:rsid w:val="00F12DEC"/>
    <w:rsid w:val="00F13E70"/>
    <w:rsid w:val="00F1715C"/>
    <w:rsid w:val="00F310F8"/>
    <w:rsid w:val="00F35939"/>
    <w:rsid w:val="00F35BB1"/>
    <w:rsid w:val="00F45607"/>
    <w:rsid w:val="00F53B4A"/>
    <w:rsid w:val="00F5558F"/>
    <w:rsid w:val="00F65214"/>
    <w:rsid w:val="00F659EB"/>
    <w:rsid w:val="00F825BD"/>
    <w:rsid w:val="00F83DFF"/>
    <w:rsid w:val="00F8660D"/>
    <w:rsid w:val="00F86BA6"/>
    <w:rsid w:val="00FA3E1C"/>
    <w:rsid w:val="00FC0E9F"/>
    <w:rsid w:val="00FC6389"/>
    <w:rsid w:val="00FE3694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6534E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83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F75F17-3A0A-4312-8A27-6328FB2F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3</cp:revision>
  <cp:lastPrinted>2017-11-28T17:18:00Z</cp:lastPrinted>
  <dcterms:created xsi:type="dcterms:W3CDTF">2021-09-07T13:26:00Z</dcterms:created>
  <dcterms:modified xsi:type="dcterms:W3CDTF">2021-09-07T13:27:00Z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